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78" w:rsidRDefault="005D1E78">
      <w:pPr>
        <w:rPr>
          <w:b/>
          <w:sz w:val="24"/>
        </w:rPr>
      </w:pPr>
      <w:r w:rsidRPr="00135449">
        <w:rPr>
          <w:b/>
          <w:sz w:val="24"/>
        </w:rPr>
        <w:t>Working scientifically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6379"/>
        <w:gridCol w:w="5528"/>
      </w:tblGrid>
      <w:tr w:rsidR="005D1E78" w:rsidRPr="00F47079" w:rsidTr="00F47079">
        <w:tc>
          <w:tcPr>
            <w:tcW w:w="3397" w:type="dxa"/>
          </w:tcPr>
          <w:p w:rsidR="005D1E78" w:rsidRPr="00F47079" w:rsidRDefault="005D1E78" w:rsidP="00F47079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47079">
              <w:rPr>
                <w:b/>
                <w:sz w:val="24"/>
              </w:rPr>
              <w:t>Year 1 and 2</w:t>
            </w:r>
          </w:p>
        </w:tc>
        <w:tc>
          <w:tcPr>
            <w:tcW w:w="6379" w:type="dxa"/>
          </w:tcPr>
          <w:p w:rsidR="005D1E78" w:rsidRPr="00F47079" w:rsidRDefault="005D1E78" w:rsidP="00F47079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47079">
              <w:rPr>
                <w:b/>
                <w:sz w:val="24"/>
              </w:rPr>
              <w:t>Year 3 and 4</w:t>
            </w:r>
          </w:p>
        </w:tc>
        <w:tc>
          <w:tcPr>
            <w:tcW w:w="5528" w:type="dxa"/>
          </w:tcPr>
          <w:p w:rsidR="005D1E78" w:rsidRPr="00F47079" w:rsidRDefault="005D1E78" w:rsidP="00F47079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47079">
              <w:rPr>
                <w:b/>
                <w:sz w:val="24"/>
              </w:rPr>
              <w:t>Year 5 and 6</w:t>
            </w:r>
          </w:p>
        </w:tc>
      </w:tr>
      <w:tr w:rsidR="005D1E78" w:rsidRPr="00F47079" w:rsidTr="00F47079">
        <w:tc>
          <w:tcPr>
            <w:tcW w:w="3397" w:type="dxa"/>
          </w:tcPr>
          <w:p w:rsidR="005D1E78" w:rsidRPr="00F47079" w:rsidRDefault="005D1E78" w:rsidP="00F47079">
            <w:p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During years 1 and 2, pupils should be taught to use the following practical scientific methods, processes and skills through the teaching of the programme of study content: </w:t>
            </w:r>
          </w:p>
          <w:p w:rsidR="005D1E78" w:rsidRPr="00F47079" w:rsidRDefault="005D1E78" w:rsidP="00F4707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asking simple questions and recognising that they can be answered in different ways </w:t>
            </w:r>
          </w:p>
          <w:p w:rsidR="005D1E78" w:rsidRPr="00F47079" w:rsidRDefault="005D1E78" w:rsidP="00F4707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observing closely, using simple equipment </w:t>
            </w:r>
          </w:p>
          <w:p w:rsidR="005D1E78" w:rsidRPr="00F47079" w:rsidRDefault="005D1E78" w:rsidP="00F4707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performing simple tests </w:t>
            </w:r>
          </w:p>
          <w:p w:rsidR="005D1E78" w:rsidRPr="00F47079" w:rsidRDefault="005D1E78" w:rsidP="00F4707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identifying and classifying </w:t>
            </w:r>
          </w:p>
          <w:p w:rsidR="005D1E78" w:rsidRPr="00F47079" w:rsidRDefault="005D1E78" w:rsidP="00F4707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using their observations and ideas to suggest answers to questions </w:t>
            </w:r>
          </w:p>
          <w:p w:rsidR="005D1E78" w:rsidRPr="00F47079" w:rsidRDefault="005D1E78" w:rsidP="00F47079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>gathe</w:t>
            </w:r>
            <w:bookmarkStart w:id="0" w:name="_GoBack"/>
            <w:bookmarkEnd w:id="0"/>
            <w:r w:rsidRPr="00F47079">
              <w:rPr>
                <w:sz w:val="24"/>
              </w:rPr>
              <w:t xml:space="preserve">ring and recording data to help in answering questions. </w:t>
            </w:r>
            <w:r w:rsidRPr="00F47079">
              <w:rPr>
                <w:sz w:val="24"/>
              </w:rPr>
              <w:tab/>
            </w:r>
          </w:p>
          <w:p w:rsidR="005D1E78" w:rsidRPr="00F47079" w:rsidRDefault="005D1E78" w:rsidP="00F47079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379" w:type="dxa"/>
          </w:tcPr>
          <w:p w:rsidR="005D1E78" w:rsidRPr="00F47079" w:rsidRDefault="005D1E78" w:rsidP="00F47079">
            <w:p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During years 3 and 4, pupils should be taught to use the following practical scientific methods, processes and skills through the teaching of the programme of study content: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asking relevant questions and using different types of scientific enquiries to answer them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setting up simple practical enquiries, comparative and fair tests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making systematic and careful observations and, where appropriate, taking accurate measurements using standard units, using a range of equipment, including thermometers and data loggers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gathering, recording, classifying and presenting data in a variety of ways to help in answering questions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recording findings using simple scientific language, drawings, labelled diagrams, keys, bar charts, and tables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reporting on findings from enquiries, including oral and written explanations, displays or presentations of results and conclusions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using results to draw simple conclusions, make predictions for new values, suggest improvements and raise further questions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identifying differences, similarities or changes related to simple scientific ideas and processes </w:t>
            </w:r>
          </w:p>
          <w:p w:rsidR="005D1E78" w:rsidRPr="00F47079" w:rsidRDefault="005D1E78" w:rsidP="00F470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Using straightforward scientific evidence to answer questions or to support their findings. </w:t>
            </w:r>
          </w:p>
          <w:p w:rsidR="005D1E78" w:rsidRPr="00F47079" w:rsidRDefault="005D1E78" w:rsidP="00F47079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</w:tcPr>
          <w:p w:rsidR="005D1E78" w:rsidRPr="00F47079" w:rsidRDefault="005D1E78" w:rsidP="00F47079">
            <w:p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During years 5 and 6, pupils should be taught to use the following practical scientific methods, processes and skills through the teaching of the programme of study content: </w:t>
            </w:r>
          </w:p>
          <w:p w:rsidR="005D1E78" w:rsidRPr="00F47079" w:rsidRDefault="005D1E78" w:rsidP="00F47079">
            <w:pPr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planning different types of scientific enquiries to answer questions, including recognising and controlling variables where necessary </w:t>
            </w:r>
          </w:p>
          <w:p w:rsidR="005D1E78" w:rsidRPr="00F47079" w:rsidRDefault="005D1E78" w:rsidP="00F47079">
            <w:pPr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taking measurements, using a range of scientific equipment, with increasing accuracy and precision, taking repeat readings when appropriate </w:t>
            </w:r>
          </w:p>
          <w:p w:rsidR="005D1E78" w:rsidRPr="00F47079" w:rsidRDefault="005D1E78" w:rsidP="00F47079">
            <w:pPr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recording data and results of increasing complexity using scientific diagrams and labels, classification keys, tables, scatter graphs, bar and line graphs </w:t>
            </w:r>
          </w:p>
          <w:p w:rsidR="005D1E78" w:rsidRPr="00F47079" w:rsidRDefault="005D1E78" w:rsidP="00F47079">
            <w:pPr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using test results to make predictions to set up further comparative and fair tests </w:t>
            </w:r>
          </w:p>
          <w:p w:rsidR="005D1E78" w:rsidRPr="00F47079" w:rsidRDefault="005D1E78" w:rsidP="00F47079">
            <w:pPr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reporting and presenting findings from enquiries, including conclusions, causal relationships and explanations of and degree of trust in results, in oral and written forms such as displays and other presentations </w:t>
            </w:r>
          </w:p>
          <w:p w:rsidR="005D1E78" w:rsidRPr="00F47079" w:rsidRDefault="005D1E78" w:rsidP="00F47079">
            <w:pPr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47079">
              <w:rPr>
                <w:sz w:val="24"/>
              </w:rPr>
              <w:t xml:space="preserve">identifying scientific evidence that has been used to support or refute ideas or arguments. </w:t>
            </w:r>
          </w:p>
          <w:p w:rsidR="005D1E78" w:rsidRPr="00F47079" w:rsidRDefault="005D1E78" w:rsidP="00F47079">
            <w:pPr>
              <w:spacing w:after="0" w:line="240" w:lineRule="auto"/>
              <w:rPr>
                <w:sz w:val="24"/>
              </w:rPr>
            </w:pPr>
          </w:p>
        </w:tc>
      </w:tr>
    </w:tbl>
    <w:p w:rsidR="005D1E78" w:rsidRPr="00135449" w:rsidRDefault="005D1E78">
      <w:pPr>
        <w:rPr>
          <w:b/>
          <w:sz w:val="24"/>
        </w:rPr>
      </w:pPr>
    </w:p>
    <w:sectPr w:rsidR="005D1E78" w:rsidRPr="00135449" w:rsidSect="001354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3656"/>
    <w:multiLevelType w:val="hybridMultilevel"/>
    <w:tmpl w:val="8416C322"/>
    <w:lvl w:ilvl="0" w:tplc="7AB01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C2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926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3E3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182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4C6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428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FEB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347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A26DF8"/>
    <w:multiLevelType w:val="hybridMultilevel"/>
    <w:tmpl w:val="0D2251DA"/>
    <w:lvl w:ilvl="0" w:tplc="9858D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F6E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20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63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AA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69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0EE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5CD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0A8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E871C10"/>
    <w:multiLevelType w:val="hybridMultilevel"/>
    <w:tmpl w:val="9E6073CC"/>
    <w:lvl w:ilvl="0" w:tplc="F2181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36A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E6E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41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3AD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106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0CB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92E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67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449"/>
    <w:rsid w:val="000D312E"/>
    <w:rsid w:val="00135449"/>
    <w:rsid w:val="0018537F"/>
    <w:rsid w:val="004D31FE"/>
    <w:rsid w:val="005918B1"/>
    <w:rsid w:val="005D1E78"/>
    <w:rsid w:val="00726F52"/>
    <w:rsid w:val="007D1F81"/>
    <w:rsid w:val="00D45CE3"/>
    <w:rsid w:val="00D902CC"/>
    <w:rsid w:val="00D942A5"/>
    <w:rsid w:val="00E33AB9"/>
    <w:rsid w:val="00E83836"/>
    <w:rsid w:val="00F4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8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54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0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22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0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0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2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2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31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409</Words>
  <Characters>2336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scientifically</dc:title>
  <dc:subject/>
  <dc:creator>Naomi Hiscock</dc:creator>
  <cp:keywords/>
  <dc:description/>
  <cp:lastModifiedBy>wbc</cp:lastModifiedBy>
  <cp:revision>2</cp:revision>
  <cp:lastPrinted>2013-10-18T08:01:00Z</cp:lastPrinted>
  <dcterms:created xsi:type="dcterms:W3CDTF">2013-10-18T15:02:00Z</dcterms:created>
  <dcterms:modified xsi:type="dcterms:W3CDTF">2013-10-18T15:02:00Z</dcterms:modified>
</cp:coreProperties>
</file>